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5EA06" w14:textId="77777777" w:rsidR="00CC14A5" w:rsidRDefault="00CC14A5" w:rsidP="00CC14A5"/>
    <w:tbl>
      <w:tblPr>
        <w:tblpPr w:leftFromText="141" w:rightFromText="141" w:vertAnchor="text" w:horzAnchor="margin" w:tblpXSpec="right" w:tblpY="74"/>
        <w:tblW w:w="235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662785" w:rsidRPr="00681A01" w14:paraId="63F4F700" w14:textId="77777777" w:rsidTr="00662785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6A1FE083" w14:textId="77777777" w:rsidR="00662785" w:rsidRPr="00681A01" w:rsidRDefault="00662785" w:rsidP="00662785">
            <w:pPr>
              <w:pBdr>
                <w:left w:val="single" w:sz="6" w:space="1" w:color="auto"/>
                <w:right w:val="single" w:sz="6" w:space="1" w:color="auto"/>
              </w:pBdr>
              <w:rPr>
                <w:sz w:val="20"/>
              </w:rPr>
            </w:pPr>
          </w:p>
        </w:tc>
      </w:tr>
    </w:tbl>
    <w:p w14:paraId="47B4AD0A" w14:textId="77777777" w:rsidR="00CC14A5" w:rsidRDefault="00CC14A5" w:rsidP="00CC14A5"/>
    <w:p w14:paraId="795F4400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56C0BF5E" w14:textId="77777777" w:rsidR="00977702" w:rsidRPr="00681A01" w:rsidRDefault="00977702">
      <w:pPr>
        <w:rPr>
          <w:b/>
          <w:bCs/>
          <w:sz w:val="20"/>
        </w:rPr>
      </w:pPr>
    </w:p>
    <w:p w14:paraId="3B7A4D4B" w14:textId="77777777" w:rsidR="00CC14A5" w:rsidRPr="00681A01" w:rsidRDefault="00CC14A5">
      <w:pPr>
        <w:rPr>
          <w:b/>
          <w:bCs/>
          <w:sz w:val="20"/>
        </w:rPr>
      </w:pPr>
    </w:p>
    <w:p w14:paraId="5DF40F69" w14:textId="77777777" w:rsidR="00CC14A5" w:rsidRDefault="00CC14A5">
      <w:pPr>
        <w:rPr>
          <w:b/>
          <w:bCs/>
        </w:rPr>
      </w:pPr>
    </w:p>
    <w:p w14:paraId="77000ED3" w14:textId="77777777" w:rsidR="00977702" w:rsidRDefault="00977702">
      <w:pPr>
        <w:rPr>
          <w:b/>
          <w:bCs/>
        </w:rPr>
      </w:pPr>
    </w:p>
    <w:p w14:paraId="5845B321" w14:textId="77777777" w:rsidR="00DF579B" w:rsidRDefault="00DF579B">
      <w:pPr>
        <w:rPr>
          <w:b/>
          <w:bCs/>
        </w:rPr>
      </w:pPr>
    </w:p>
    <w:p w14:paraId="04F5EA35" w14:textId="77777777" w:rsidR="00977702" w:rsidRDefault="00977702">
      <w:pPr>
        <w:rPr>
          <w:b/>
          <w:bCs/>
        </w:rPr>
      </w:pPr>
    </w:p>
    <w:p w14:paraId="6926B856" w14:textId="77777777" w:rsidR="00DF579B" w:rsidRDefault="00DF579B">
      <w:pPr>
        <w:rPr>
          <w:b/>
          <w:bCs/>
        </w:rPr>
        <w:sectPr w:rsidR="00DF579B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D7AA738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25515A99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356DB901" w14:textId="250E44B5" w:rsidR="004D7333" w:rsidRDefault="004D7333" w:rsidP="00E6175F">
            <w:pPr>
              <w:pStyle w:val="Pealkiri4"/>
              <w:framePr w:w="0" w:hRule="auto" w:wrap="auto" w:vAnchor="margin" w:hAnchor="text" w:xAlign="left" w:yAlign="inline"/>
            </w:pPr>
            <w:r>
              <w:t>AKT</w:t>
            </w:r>
            <w:r w:rsidR="00361689">
              <w:t xml:space="preserve"> 1</w:t>
            </w:r>
          </w:p>
          <w:p w14:paraId="4D5F34E7" w14:textId="77777777" w:rsidR="004D7333" w:rsidRDefault="004D7333" w:rsidP="00E6175F"/>
          <w:p w14:paraId="587D5E14" w14:textId="77777777" w:rsidR="004D7333" w:rsidRDefault="004D7333" w:rsidP="00E6175F"/>
        </w:tc>
        <w:tc>
          <w:tcPr>
            <w:tcW w:w="4309" w:type="dxa"/>
            <w:vMerge w:val="restart"/>
          </w:tcPr>
          <w:p w14:paraId="5C8F0F23" w14:textId="3DBD772A" w:rsidR="00D05A04" w:rsidRDefault="004D7333" w:rsidP="00D05A04">
            <w:pPr>
              <w:pStyle w:val="Normaallaadveeb"/>
              <w:jc w:val="right"/>
              <w:rPr>
                <w:rFonts w:eastAsia="Calibri"/>
                <w:szCs w:val="22"/>
              </w:rPr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D05A04">
              <w:rPr>
                <w:rFonts w:eastAsia="Calibri"/>
                <w:szCs w:val="22"/>
              </w:rPr>
              <w:t xml:space="preserve"> </w:t>
            </w:r>
            <w:sdt>
              <w:sdtPr>
                <w:rPr>
                  <w:rFonts w:eastAsia="Calibri"/>
                  <w:szCs w:val="22"/>
                </w:rPr>
                <w:id w:val="448594684"/>
                <w:placeholder>
                  <w:docPart w:val="64463D552D84490F8EA1250B8F180D42"/>
                </w:placeholder>
                <w:date w:fullDate="2024-12-23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 w:rsidR="002F775E">
                  <w:rPr>
                    <w:rFonts w:eastAsia="Calibri"/>
                    <w:szCs w:val="22"/>
                    <w:lang w:val="et-EE"/>
                  </w:rPr>
                  <w:t>2</w:t>
                </w:r>
                <w:r w:rsidR="00B81859">
                  <w:rPr>
                    <w:rFonts w:eastAsia="Calibri"/>
                    <w:szCs w:val="22"/>
                    <w:lang w:val="et-EE"/>
                  </w:rPr>
                  <w:t>3</w:t>
                </w:r>
                <w:r w:rsidR="002F775E">
                  <w:rPr>
                    <w:rFonts w:eastAsia="Calibri"/>
                    <w:szCs w:val="22"/>
                    <w:lang w:val="et-EE"/>
                  </w:rPr>
                  <w:t>.1</w:t>
                </w:r>
                <w:r w:rsidR="004B4179">
                  <w:rPr>
                    <w:rFonts w:eastAsia="Calibri"/>
                    <w:szCs w:val="22"/>
                    <w:lang w:val="et-EE"/>
                  </w:rPr>
                  <w:t>2</w:t>
                </w:r>
                <w:r w:rsidR="002F775E">
                  <w:rPr>
                    <w:rFonts w:eastAsia="Calibri"/>
                    <w:szCs w:val="22"/>
                    <w:lang w:val="et-EE"/>
                  </w:rPr>
                  <w:t>.2024</w:t>
                </w:r>
              </w:sdtContent>
            </w:sdt>
          </w:p>
          <w:p w14:paraId="7744A4CD" w14:textId="6408EC04" w:rsidR="00D05A04" w:rsidRDefault="00D05A04" w:rsidP="00D05A04">
            <w:pPr>
              <w:pStyle w:val="Normaallaadveeb"/>
              <w:jc w:val="right"/>
              <w:rPr>
                <w:lang w:val="et-EE"/>
              </w:rPr>
            </w:pPr>
            <w:r>
              <w:rPr>
                <w:rFonts w:eastAsia="Calibri"/>
                <w:szCs w:val="22"/>
              </w:rPr>
              <w:t>()</w:t>
            </w:r>
          </w:p>
          <w:p w14:paraId="1F734CAD" w14:textId="77777777" w:rsidR="004D7333" w:rsidRDefault="004D7333" w:rsidP="00D05A04">
            <w:pPr>
              <w:ind w:right="739"/>
              <w:jc w:val="right"/>
            </w:pPr>
          </w:p>
        </w:tc>
      </w:tr>
      <w:tr w:rsidR="004D7333" w14:paraId="58BBD323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3D0D5994" w14:textId="77777777" w:rsidR="004D7333" w:rsidRDefault="004D7333" w:rsidP="00E6175F"/>
        </w:tc>
        <w:tc>
          <w:tcPr>
            <w:tcW w:w="4309" w:type="dxa"/>
            <w:vMerge/>
          </w:tcPr>
          <w:p w14:paraId="44324CDF" w14:textId="77777777" w:rsidR="004D7333" w:rsidRDefault="004D7333" w:rsidP="00E6175F"/>
        </w:tc>
      </w:tr>
    </w:tbl>
    <w:p w14:paraId="389FD489" w14:textId="77777777" w:rsidR="004D7333" w:rsidRDefault="004D7333">
      <w:pPr>
        <w:rPr>
          <w:b/>
          <w:bCs/>
        </w:rPr>
      </w:pPr>
    </w:p>
    <w:p w14:paraId="66A9580B" w14:textId="6E2E04A7" w:rsidR="004D6A17" w:rsidRDefault="00445201">
      <w:pPr>
        <w:rPr>
          <w:rFonts w:eastAsia="Calibri"/>
          <w:b/>
        </w:rPr>
      </w:pPr>
      <w:r>
        <w:rPr>
          <w:rFonts w:eastAsia="Calibri"/>
          <w:b/>
        </w:rPr>
        <w:t xml:space="preserve">Projekteerimisleping </w:t>
      </w:r>
      <w:r w:rsidR="00920F56" w:rsidRPr="00920F56">
        <w:rPr>
          <w:rFonts w:eastAsia="Calibri"/>
          <w:b/>
        </w:rPr>
        <w:t xml:space="preserve"> 1-18/2024/217 </w:t>
      </w:r>
      <w:r w:rsidR="007A424C">
        <w:rPr>
          <w:rFonts w:eastAsia="Calibri"/>
          <w:b/>
        </w:rPr>
        <w:t>täitmine</w:t>
      </w:r>
    </w:p>
    <w:p w14:paraId="09A39AC1" w14:textId="77777777" w:rsidR="00DA3460" w:rsidRDefault="00DA3460"/>
    <w:p w14:paraId="6474A225" w14:textId="77777777" w:rsidR="00710F3F" w:rsidRDefault="00710F3F">
      <w:pPr>
        <w:rPr>
          <w:sz w:val="26"/>
        </w:rPr>
      </w:pPr>
    </w:p>
    <w:p w14:paraId="697D62F2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A49C146" w14:textId="5B650ED6" w:rsidR="00710F3F" w:rsidRDefault="00681A01" w:rsidP="00E55876">
      <w:pPr>
        <w:pStyle w:val="Loendilik"/>
        <w:numPr>
          <w:ilvl w:val="0"/>
          <w:numId w:val="4"/>
        </w:numPr>
        <w:ind w:left="426" w:hanging="425"/>
        <w:jc w:val="both"/>
      </w:pPr>
      <w:r>
        <w:t>Käesolevaga töövõtja annab üle ja t</w:t>
      </w:r>
      <w:r w:rsidR="00710F3F">
        <w:t xml:space="preserve">ellija võtab vastu RMK ja </w:t>
      </w:r>
      <w:r w:rsidR="00445201">
        <w:t xml:space="preserve">Klotoid OÜ </w:t>
      </w:r>
      <w:r w:rsidR="00710F3F">
        <w:t>vahel</w:t>
      </w:r>
      <w:r w:rsidR="00710F3F" w:rsidRPr="00E55876">
        <w:rPr>
          <w:b/>
          <w:bCs/>
        </w:rPr>
        <w:t xml:space="preserve"> </w:t>
      </w:r>
      <w:sdt>
        <w:sdtPr>
          <w:id w:val="-14308230"/>
          <w:placeholder>
            <w:docPart w:val="7E7E15BDB3EF4116A5C77F01AA56906F"/>
          </w:placeholder>
          <w:date w:fullDate="2024-11-11T00:00:00Z">
            <w:dateFormat w:val="d.MM.yyyy"/>
            <w:lid w:val="et-EE"/>
            <w:storeMappedDataAs w:val="dateTime"/>
            <w:calendar w:val="gregorian"/>
          </w:date>
        </w:sdtPr>
        <w:sdtContent>
          <w:r w:rsidR="00BA16CB">
            <w:t>11.11</w:t>
          </w:r>
          <w:r w:rsidR="00EB4AA0">
            <w:t>.</w:t>
          </w:r>
          <w:r w:rsidR="004975A7">
            <w:t>2024</w:t>
          </w:r>
        </w:sdtContent>
      </w:sdt>
      <w:r>
        <w:t xml:space="preserve"> </w:t>
      </w:r>
      <w:r w:rsidR="00710F3F">
        <w:t>sõlmitud töövõtulepingu nr</w:t>
      </w:r>
      <w:r w:rsidR="002131A5">
        <w:t xml:space="preserve"> </w:t>
      </w:r>
      <w:r w:rsidR="00EB4AA0" w:rsidRPr="00EB4AA0">
        <w:t xml:space="preserve"> 1-18/2024/217 </w:t>
      </w:r>
      <w:r w:rsidR="00710F3F">
        <w:t>kohaselt tehtud järgmise töö:</w:t>
      </w:r>
    </w:p>
    <w:p w14:paraId="4A88485C" w14:textId="77777777" w:rsidR="00710F3F" w:rsidRDefault="00710F3F" w:rsidP="00E55876">
      <w:pPr>
        <w:ind w:left="426" w:hanging="425"/>
        <w:jc w:val="both"/>
      </w:pPr>
    </w:p>
    <w:p w14:paraId="694CD885" w14:textId="446C1B8A" w:rsidR="00710F3F" w:rsidRDefault="0089462F" w:rsidP="00E55876">
      <w:pPr>
        <w:pStyle w:val="Loendilik"/>
        <w:ind w:left="426"/>
        <w:jc w:val="both"/>
      </w:pPr>
      <w:r>
        <w:rPr>
          <w:szCs w:val="24"/>
        </w:rPr>
        <w:t xml:space="preserve">I etapp </w:t>
      </w:r>
      <w:r w:rsidR="006B1C34">
        <w:rPr>
          <w:szCs w:val="24"/>
        </w:rPr>
        <w:t xml:space="preserve">- </w:t>
      </w:r>
      <w:r>
        <w:rPr>
          <w:szCs w:val="24"/>
        </w:rPr>
        <w:t>eelprojekt</w:t>
      </w:r>
    </w:p>
    <w:p w14:paraId="441B641F" w14:textId="77777777" w:rsidR="00710F3F" w:rsidRDefault="00710F3F" w:rsidP="00E55876">
      <w:pPr>
        <w:ind w:left="426" w:hanging="425"/>
        <w:jc w:val="both"/>
      </w:pPr>
    </w:p>
    <w:p w14:paraId="69DCD220" w14:textId="044FCE29" w:rsidR="00710F3F" w:rsidRDefault="00710F3F" w:rsidP="00E55876">
      <w:pPr>
        <w:pStyle w:val="Loendilik"/>
        <w:numPr>
          <w:ilvl w:val="0"/>
          <w:numId w:val="4"/>
        </w:numPr>
        <w:ind w:left="426"/>
        <w:jc w:val="both"/>
      </w:pPr>
      <w:r>
        <w:t>Tellija tasub tehtud töö eest</w:t>
      </w:r>
      <w:r w:rsidR="00D05A04">
        <w:t xml:space="preserve"> </w:t>
      </w:r>
      <w:r w:rsidR="006B1C34">
        <w:t>3240</w:t>
      </w:r>
      <w:r w:rsidR="009F59A5">
        <w:t>,00</w:t>
      </w:r>
      <w:r w:rsidR="00D803B0">
        <w:t xml:space="preserve"> </w:t>
      </w:r>
      <w:r w:rsidR="00A27289">
        <w:t>eurot,</w:t>
      </w:r>
      <w:r w:rsidR="001D55F9">
        <w:t xml:space="preserve"> </w:t>
      </w:r>
      <w:r w:rsidR="00C4317B">
        <w:t>millele lisandub käibemaks 22%</w:t>
      </w:r>
      <w:r w:rsidR="00545FBB">
        <w:t>.</w:t>
      </w:r>
      <w:r w:rsidR="00C4317B">
        <w:t xml:space="preserve"> </w:t>
      </w:r>
      <w:r w:rsidR="00545FBB">
        <w:t>K</w:t>
      </w:r>
      <w:r w:rsidR="00C4317B">
        <w:t>okku koos käibemaksuga</w:t>
      </w:r>
      <w:r w:rsidR="005C11F8">
        <w:t xml:space="preserve"> </w:t>
      </w:r>
      <w:r w:rsidR="00545FBB">
        <w:t xml:space="preserve">kuulub tasumisele </w:t>
      </w:r>
      <w:r w:rsidR="005C11F8">
        <w:t>3952,80</w:t>
      </w:r>
      <w:r w:rsidR="001D55F9">
        <w:t>.</w:t>
      </w:r>
      <w:r w:rsidR="00A27289" w:rsidRPr="00A27289">
        <w:t xml:space="preserve"> </w:t>
      </w:r>
      <w:r w:rsidR="00A27289">
        <w:t>(kolm</w:t>
      </w:r>
      <w:r w:rsidR="00A27289">
        <w:rPr>
          <w:rFonts w:eastAsia="Calibri"/>
        </w:rPr>
        <w:t xml:space="preserve"> tuhat </w:t>
      </w:r>
      <w:r w:rsidR="00545FBB">
        <w:rPr>
          <w:rFonts w:eastAsia="Calibri"/>
        </w:rPr>
        <w:t>üheksa</w:t>
      </w:r>
      <w:r w:rsidR="00A27289">
        <w:rPr>
          <w:rFonts w:eastAsia="Calibri"/>
        </w:rPr>
        <w:t>sada</w:t>
      </w:r>
      <w:r w:rsidR="00A615CB">
        <w:rPr>
          <w:rFonts w:eastAsia="Calibri"/>
        </w:rPr>
        <w:t xml:space="preserve"> viisk</w:t>
      </w:r>
      <w:r w:rsidR="00A27289">
        <w:rPr>
          <w:rFonts w:eastAsia="Calibri"/>
        </w:rPr>
        <w:t xml:space="preserve">ümmend </w:t>
      </w:r>
      <w:r w:rsidR="00A615CB">
        <w:rPr>
          <w:rFonts w:eastAsia="Calibri"/>
        </w:rPr>
        <w:t xml:space="preserve">kaks </w:t>
      </w:r>
      <w:r w:rsidR="00A27289">
        <w:rPr>
          <w:rFonts w:eastAsia="Calibri"/>
        </w:rPr>
        <w:t xml:space="preserve">eurot ja </w:t>
      </w:r>
      <w:r w:rsidR="00A615CB">
        <w:rPr>
          <w:rFonts w:eastAsia="Calibri"/>
        </w:rPr>
        <w:t>8</w:t>
      </w:r>
      <w:r w:rsidR="00A27289">
        <w:rPr>
          <w:rFonts w:eastAsia="Calibri"/>
        </w:rPr>
        <w:t xml:space="preserve">0 </w:t>
      </w:r>
      <w:r w:rsidR="00A615CB">
        <w:rPr>
          <w:rFonts w:eastAsia="Calibri"/>
        </w:rPr>
        <w:t>euro</w:t>
      </w:r>
      <w:r w:rsidR="00A27289">
        <w:rPr>
          <w:rFonts w:eastAsia="Calibri"/>
        </w:rPr>
        <w:t>senti)</w:t>
      </w:r>
    </w:p>
    <w:p w14:paraId="5775FFCC" w14:textId="77777777" w:rsidR="00710F3F" w:rsidRDefault="00710F3F" w:rsidP="00BE062A">
      <w:pPr>
        <w:ind w:firstLine="1"/>
        <w:jc w:val="both"/>
      </w:pPr>
    </w:p>
    <w:p w14:paraId="64E31DB5" w14:textId="12DBCB63" w:rsidR="00710F3F" w:rsidRDefault="00000000" w:rsidP="00E55876">
      <w:pPr>
        <w:pStyle w:val="Loendilik"/>
        <w:numPr>
          <w:ilvl w:val="0"/>
          <w:numId w:val="4"/>
        </w:numPr>
        <w:ind w:left="426"/>
      </w:pPr>
      <w:sdt>
        <w:sdtPr>
          <w:id w:val="-189151537"/>
          <w:placeholder>
            <w:docPart w:val="47B4305CD7BA40F288B331784A67E7E9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Content>
          <w:r w:rsidR="00B23FF7">
            <w:t>Akt on allkirjastatud digitaalselt.</w:t>
          </w:r>
        </w:sdtContent>
      </w:sdt>
    </w:p>
    <w:p w14:paraId="77F79878" w14:textId="77777777" w:rsidR="00E55876" w:rsidRDefault="00E55876" w:rsidP="00E55876">
      <w:pPr>
        <w:ind w:left="426"/>
        <w:sectPr w:rsidR="00E55876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70A12D20" w14:textId="77777777" w:rsidR="00710F3F" w:rsidRDefault="00710F3F" w:rsidP="001655A9"/>
    <w:p w14:paraId="724D1670" w14:textId="77777777" w:rsidR="007B3EA9" w:rsidRDefault="007B3EA9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662785" w14:paraId="163DB693" w14:textId="77777777" w:rsidTr="00E0466D">
        <w:tc>
          <w:tcPr>
            <w:tcW w:w="4757" w:type="dxa"/>
          </w:tcPr>
          <w:p w14:paraId="1262C399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Tellija</w:t>
            </w:r>
          </w:p>
        </w:tc>
        <w:tc>
          <w:tcPr>
            <w:tcW w:w="4758" w:type="dxa"/>
          </w:tcPr>
          <w:p w14:paraId="71F67043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Töövõtja</w:t>
            </w:r>
          </w:p>
        </w:tc>
      </w:tr>
      <w:tr w:rsidR="00E0466D" w14:paraId="716FB159" w14:textId="77777777" w:rsidTr="00E0466D">
        <w:tc>
          <w:tcPr>
            <w:tcW w:w="4757" w:type="dxa"/>
          </w:tcPr>
          <w:p w14:paraId="5891DF2C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6F2B768B" w14:textId="77777777" w:rsidR="00E0466D" w:rsidRDefault="00E0466D">
            <w:pPr>
              <w:rPr>
                <w:b/>
              </w:rPr>
            </w:pPr>
          </w:p>
        </w:tc>
      </w:tr>
      <w:tr w:rsidR="00E0466D" w14:paraId="316C3736" w14:textId="77777777" w:rsidTr="00E0466D">
        <w:tc>
          <w:tcPr>
            <w:tcW w:w="4757" w:type="dxa"/>
          </w:tcPr>
          <w:p w14:paraId="64F3911A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6F127054" w14:textId="77777777" w:rsidR="00E0466D" w:rsidRDefault="00E0466D">
            <w:pPr>
              <w:rPr>
                <w:b/>
              </w:rPr>
            </w:pPr>
          </w:p>
        </w:tc>
      </w:tr>
      <w:tr w:rsidR="00662785" w14:paraId="237D8339" w14:textId="77777777" w:rsidTr="00E0466D">
        <w:tc>
          <w:tcPr>
            <w:tcW w:w="4757" w:type="dxa"/>
          </w:tcPr>
          <w:p w14:paraId="1F8ECD4A" w14:textId="40A46C8F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-180826936"/>
                <w:placeholder>
                  <w:docPart w:val="DECE5EFBAF044E4FA43E7A1C2592BBC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1D55F9">
                  <w:rPr>
                    <w:lang w:eastAsia="et-EE"/>
                  </w:rPr>
                  <w:t>(allkirjastatud digitaalselt)</w:t>
                </w:r>
              </w:sdtContent>
            </w:sdt>
          </w:p>
        </w:tc>
        <w:tc>
          <w:tcPr>
            <w:tcW w:w="4758" w:type="dxa"/>
          </w:tcPr>
          <w:p w14:paraId="44664BFA" w14:textId="78FC62B6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1161896150"/>
                <w:placeholder>
                  <w:docPart w:val="653B632A8BE0443B88DC79D20D74206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3047B8">
                  <w:rPr>
                    <w:lang w:eastAsia="et-EE"/>
                  </w:rPr>
                  <w:t>(allkirjastatud digitaalselt)</w:t>
                </w:r>
              </w:sdtContent>
            </w:sdt>
          </w:p>
        </w:tc>
      </w:tr>
      <w:tr w:rsidR="00E0466D" w14:paraId="50AC103E" w14:textId="77777777" w:rsidTr="00E0466D">
        <w:tc>
          <w:tcPr>
            <w:tcW w:w="4757" w:type="dxa"/>
          </w:tcPr>
          <w:p w14:paraId="211FED89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60E873B7" w14:textId="77777777" w:rsidR="00E0466D" w:rsidRDefault="00E0466D">
            <w:pPr>
              <w:rPr>
                <w:lang w:eastAsia="et-EE"/>
              </w:rPr>
            </w:pPr>
          </w:p>
        </w:tc>
      </w:tr>
      <w:tr w:rsidR="00E0466D" w14:paraId="2727C61D" w14:textId="77777777" w:rsidTr="00E0466D">
        <w:tc>
          <w:tcPr>
            <w:tcW w:w="4757" w:type="dxa"/>
          </w:tcPr>
          <w:p w14:paraId="73F7EF6A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09A8ADFF" w14:textId="77777777" w:rsidR="00E0466D" w:rsidRDefault="00E0466D">
            <w:pPr>
              <w:rPr>
                <w:lang w:eastAsia="et-EE"/>
              </w:rPr>
            </w:pPr>
          </w:p>
        </w:tc>
      </w:tr>
      <w:tr w:rsidR="00662785" w14:paraId="5B363B47" w14:textId="77777777" w:rsidTr="00E0466D">
        <w:tc>
          <w:tcPr>
            <w:tcW w:w="4757" w:type="dxa"/>
          </w:tcPr>
          <w:p w14:paraId="3BE7FC09" w14:textId="4E9365E0" w:rsidR="00662785" w:rsidRDefault="00876E07">
            <w:pPr>
              <w:rPr>
                <w:iCs/>
              </w:rPr>
            </w:pPr>
            <w:r>
              <w:rPr>
                <w:iCs/>
              </w:rPr>
              <w:t>Riho Männik</w:t>
            </w:r>
          </w:p>
        </w:tc>
        <w:tc>
          <w:tcPr>
            <w:tcW w:w="4758" w:type="dxa"/>
          </w:tcPr>
          <w:p w14:paraId="4DBCB345" w14:textId="1FA0D0F0" w:rsidR="00662785" w:rsidRDefault="003047B8" w:rsidP="00E54A18">
            <w:pPr>
              <w:tabs>
                <w:tab w:val="right" w:pos="4542"/>
              </w:tabs>
              <w:rPr>
                <w:iCs/>
              </w:rPr>
            </w:pPr>
            <w:r>
              <w:rPr>
                <w:spacing w:val="0"/>
              </w:rPr>
              <w:t>Indrek Himmist</w:t>
            </w:r>
            <w:r w:rsidR="00E54A18">
              <w:rPr>
                <w:spacing w:val="0"/>
              </w:rPr>
              <w:tab/>
            </w:r>
          </w:p>
        </w:tc>
      </w:tr>
    </w:tbl>
    <w:p w14:paraId="4A8CEB22" w14:textId="77777777" w:rsidR="00710F3F" w:rsidRPr="00662785" w:rsidRDefault="00710F3F">
      <w:pPr>
        <w:rPr>
          <w:iCs/>
        </w:rPr>
      </w:pPr>
    </w:p>
    <w:sectPr w:rsidR="00710F3F" w:rsidRPr="00662785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B09D2" w14:textId="77777777" w:rsidR="00D7049D" w:rsidRDefault="00D7049D">
      <w:r>
        <w:separator/>
      </w:r>
    </w:p>
  </w:endnote>
  <w:endnote w:type="continuationSeparator" w:id="0">
    <w:p w14:paraId="308EB157" w14:textId="77777777" w:rsidR="00D7049D" w:rsidRDefault="00D7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24FED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D58A9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AEED3" w14:textId="77777777" w:rsidR="00546B39" w:rsidRDefault="00546B3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13BD6" w14:textId="77777777" w:rsidR="00D7049D" w:rsidRDefault="00D7049D">
      <w:r>
        <w:separator/>
      </w:r>
    </w:p>
  </w:footnote>
  <w:footnote w:type="continuationSeparator" w:id="0">
    <w:p w14:paraId="7B44D5AC" w14:textId="77777777" w:rsidR="00D7049D" w:rsidRDefault="00D70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601D6" w14:textId="77777777" w:rsidR="00546B39" w:rsidRDefault="00546B3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3846E" w14:textId="77777777" w:rsidR="00546B39" w:rsidRDefault="00546B39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94384" w14:textId="77777777" w:rsidR="00546B39" w:rsidRDefault="00546B3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FD274B"/>
    <w:multiLevelType w:val="hybridMultilevel"/>
    <w:tmpl w:val="30BE6146"/>
    <w:lvl w:ilvl="0" w:tplc="F3AE0DD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F3074E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314C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419689">
    <w:abstractNumId w:val="0"/>
  </w:num>
  <w:num w:numId="2" w16cid:durableId="1737437143">
    <w:abstractNumId w:val="2"/>
  </w:num>
  <w:num w:numId="3" w16cid:durableId="962733624">
    <w:abstractNumId w:val="3"/>
  </w:num>
  <w:num w:numId="4" w16cid:durableId="1726447480">
    <w:abstractNumId w:val="1"/>
  </w:num>
  <w:num w:numId="5" w16cid:durableId="137291740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1"/>
    <w:rsid w:val="00043BE3"/>
    <w:rsid w:val="000529D5"/>
    <w:rsid w:val="001655A9"/>
    <w:rsid w:val="00167B52"/>
    <w:rsid w:val="001C1744"/>
    <w:rsid w:val="001D55F9"/>
    <w:rsid w:val="001E3E86"/>
    <w:rsid w:val="001F58D6"/>
    <w:rsid w:val="002037BB"/>
    <w:rsid w:val="002131A5"/>
    <w:rsid w:val="002918F4"/>
    <w:rsid w:val="002D6C61"/>
    <w:rsid w:val="002F775E"/>
    <w:rsid w:val="003047B8"/>
    <w:rsid w:val="003066C3"/>
    <w:rsid w:val="00361689"/>
    <w:rsid w:val="0039404B"/>
    <w:rsid w:val="004420B4"/>
    <w:rsid w:val="00445201"/>
    <w:rsid w:val="004975A7"/>
    <w:rsid w:val="004A5FCB"/>
    <w:rsid w:val="004B4179"/>
    <w:rsid w:val="004D6A17"/>
    <w:rsid w:val="004D7333"/>
    <w:rsid w:val="00530B34"/>
    <w:rsid w:val="00545FBB"/>
    <w:rsid w:val="00546B39"/>
    <w:rsid w:val="00550B17"/>
    <w:rsid w:val="00582B14"/>
    <w:rsid w:val="005A3962"/>
    <w:rsid w:val="005B2BD4"/>
    <w:rsid w:val="005C11F8"/>
    <w:rsid w:val="005D6B4D"/>
    <w:rsid w:val="00635047"/>
    <w:rsid w:val="00662785"/>
    <w:rsid w:val="006642C2"/>
    <w:rsid w:val="00666786"/>
    <w:rsid w:val="00677841"/>
    <w:rsid w:val="00681A01"/>
    <w:rsid w:val="006B1C34"/>
    <w:rsid w:val="006E271B"/>
    <w:rsid w:val="00710F3F"/>
    <w:rsid w:val="0075008F"/>
    <w:rsid w:val="00777070"/>
    <w:rsid w:val="007A424C"/>
    <w:rsid w:val="007B3EA9"/>
    <w:rsid w:val="007C36EC"/>
    <w:rsid w:val="00810864"/>
    <w:rsid w:val="00876E07"/>
    <w:rsid w:val="0089462F"/>
    <w:rsid w:val="008D5FE1"/>
    <w:rsid w:val="00920F56"/>
    <w:rsid w:val="00925CC5"/>
    <w:rsid w:val="009769BD"/>
    <w:rsid w:val="00977702"/>
    <w:rsid w:val="00995364"/>
    <w:rsid w:val="009F002E"/>
    <w:rsid w:val="009F59A5"/>
    <w:rsid w:val="00A159EA"/>
    <w:rsid w:val="00A27289"/>
    <w:rsid w:val="00A615CB"/>
    <w:rsid w:val="00AB4B23"/>
    <w:rsid w:val="00AE2E7D"/>
    <w:rsid w:val="00B23FF7"/>
    <w:rsid w:val="00B727B2"/>
    <w:rsid w:val="00B81859"/>
    <w:rsid w:val="00B93333"/>
    <w:rsid w:val="00B976ED"/>
    <w:rsid w:val="00BA16CB"/>
    <w:rsid w:val="00BD648A"/>
    <w:rsid w:val="00BE062A"/>
    <w:rsid w:val="00BF353A"/>
    <w:rsid w:val="00C05660"/>
    <w:rsid w:val="00C21A0D"/>
    <w:rsid w:val="00C4317B"/>
    <w:rsid w:val="00C867B7"/>
    <w:rsid w:val="00CC14A5"/>
    <w:rsid w:val="00D05A04"/>
    <w:rsid w:val="00D7049D"/>
    <w:rsid w:val="00D803B0"/>
    <w:rsid w:val="00D814F5"/>
    <w:rsid w:val="00D914EE"/>
    <w:rsid w:val="00DA3460"/>
    <w:rsid w:val="00DD2EA1"/>
    <w:rsid w:val="00DD2ED8"/>
    <w:rsid w:val="00DF579B"/>
    <w:rsid w:val="00E0466D"/>
    <w:rsid w:val="00E54A18"/>
    <w:rsid w:val="00E55876"/>
    <w:rsid w:val="00E6175F"/>
    <w:rsid w:val="00E73F85"/>
    <w:rsid w:val="00EB22DA"/>
    <w:rsid w:val="00EB4AA0"/>
    <w:rsid w:val="00F6622C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3B152"/>
  <w15:docId w15:val="{18834254-99EF-4076-AA10-79F6B08D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jc w:val="both"/>
    </w:pPr>
  </w:style>
  <w:style w:type="paragraph" w:styleId="Pealdis">
    <w:name w:val="caption"/>
    <w:basedOn w:val="Normaallaad"/>
    <w:next w:val="Normaallaad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Kontuurtabel">
    <w:name w:val="Table Grid"/>
    <w:basedOn w:val="Normaaltabel"/>
    <w:uiPriority w:val="59"/>
    <w:rsid w:val="00681A0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D05A0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D05A0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allaadveeb">
    <w:name w:val="Normal (Web)"/>
    <w:basedOn w:val="Normaallaad"/>
    <w:rsid w:val="00D05A0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basedOn w:val="Liguvaikefont"/>
    <w:uiPriority w:val="99"/>
    <w:semiHidden/>
    <w:rsid w:val="00D05A0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05A04"/>
    <w:rPr>
      <w:spacing w:val="0"/>
      <w:position w:val="0"/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05A04"/>
    <w:rPr>
      <w:lang w:eastAsia="en-US"/>
    </w:rPr>
  </w:style>
  <w:style w:type="paragraph" w:styleId="Loendilik">
    <w:name w:val="List Paragraph"/>
    <w:basedOn w:val="Normaallaad"/>
    <w:uiPriority w:val="34"/>
    <w:qFormat/>
    <w:rsid w:val="0077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li.kuttim\Downloads\akt%20t&#246;&#246;v&#245;tulepingu%20juurde%20(juriidilise%20isiku%20v&#245;i%20fie-ga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463D552D84490F8EA1250B8F180D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644124-D610-4EA5-827D-9E367B71DBB7}"/>
      </w:docPartPr>
      <w:docPartBody>
        <w:p w:rsidR="000E5DC9" w:rsidRDefault="000E5DC9">
          <w:pPr>
            <w:pStyle w:val="64463D552D84490F8EA1250B8F180D4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7E7E15BDB3EF4116A5C77F01AA5690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02043-180E-4756-B4FC-CDF229285E26}"/>
      </w:docPartPr>
      <w:docPartBody>
        <w:p w:rsidR="000E5DC9" w:rsidRDefault="000E5DC9">
          <w:pPr>
            <w:pStyle w:val="7E7E15BDB3EF4116A5C77F01AA56906F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47B4305CD7BA40F288B331784A67E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89F285-E392-489F-B6B3-F35EF56E8F89}"/>
      </w:docPartPr>
      <w:docPartBody>
        <w:p w:rsidR="000E5DC9" w:rsidRDefault="000E5DC9">
          <w:pPr>
            <w:pStyle w:val="47B4305CD7BA40F288B331784A67E7E9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DECE5EFBAF044E4FA43E7A1C2592BB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89776BE-E03F-476D-845A-C205C1E13C7A}"/>
      </w:docPartPr>
      <w:docPartBody>
        <w:p w:rsidR="000E5DC9" w:rsidRDefault="000E5DC9">
          <w:pPr>
            <w:pStyle w:val="DECE5EFBAF044E4FA43E7A1C2592BBC7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653B632A8BE0443B88DC79D20D74206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C9C547-7A9F-4D02-BF32-0FC6C4F1CFA6}"/>
      </w:docPartPr>
      <w:docPartBody>
        <w:p w:rsidR="000E5DC9" w:rsidRDefault="000E5DC9">
          <w:pPr>
            <w:pStyle w:val="653B632A8BE0443B88DC79D20D74206D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C9"/>
    <w:rsid w:val="000E5DC9"/>
    <w:rsid w:val="0075008F"/>
    <w:rsid w:val="007C2978"/>
    <w:rsid w:val="008D5FE1"/>
    <w:rsid w:val="0099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64463D552D84490F8EA1250B8F180D42">
    <w:name w:val="64463D552D84490F8EA1250B8F180D42"/>
  </w:style>
  <w:style w:type="paragraph" w:customStyle="1" w:styleId="7E7E15BDB3EF4116A5C77F01AA56906F">
    <w:name w:val="7E7E15BDB3EF4116A5C77F01AA56906F"/>
  </w:style>
  <w:style w:type="paragraph" w:customStyle="1" w:styleId="47B4305CD7BA40F288B331784A67E7E9">
    <w:name w:val="47B4305CD7BA40F288B331784A67E7E9"/>
  </w:style>
  <w:style w:type="paragraph" w:customStyle="1" w:styleId="DECE5EFBAF044E4FA43E7A1C2592BBC7">
    <w:name w:val="DECE5EFBAF044E4FA43E7A1C2592BBC7"/>
  </w:style>
  <w:style w:type="paragraph" w:customStyle="1" w:styleId="653B632A8BE0443B88DC79D20D74206D">
    <w:name w:val="653B632A8BE0443B88DC79D20D7420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(juriidilise isiku või fie-ga)</Template>
  <TotalTime>20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Aili Küttim</dc:creator>
  <cp:lastModifiedBy>Indrek Himmist</cp:lastModifiedBy>
  <cp:revision>27</cp:revision>
  <cp:lastPrinted>2004-03-16T09:02:00Z</cp:lastPrinted>
  <dcterms:created xsi:type="dcterms:W3CDTF">2024-10-29T11:53:00Z</dcterms:created>
  <dcterms:modified xsi:type="dcterms:W3CDTF">2024-12-24T16:00:00Z</dcterms:modified>
</cp:coreProperties>
</file>